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="00895AC0">
        <w:rPr>
          <w:b/>
          <w:sz w:val="24"/>
        </w:rPr>
        <w:t xml:space="preserve"> (zpevněných ploch)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3B1627">
        <w:trPr>
          <w:tblCellSpacing w:w="20" w:type="dxa"/>
          <w:jc w:val="center"/>
        </w:trPr>
        <w:tc>
          <w:tcPr>
            <w:tcW w:w="1264" w:type="dxa"/>
            <w:shd w:val="clear" w:color="auto" w:fill="EAF1DD" w:themeFill="accent3" w:themeFillTint="33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EAF1DD" w:themeFill="accent3" w:themeFillTint="33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EAF1DD" w:themeFill="accent3" w:themeFillTint="33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EAF1DD" w:themeFill="accent3" w:themeFillTint="33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EAF1DD" w:themeFill="accent3" w:themeFillTint="33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EAF1DD" w:themeFill="accent3" w:themeFillTint="33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B1627">
        <w:t>dodavatele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pPr w:leftFromText="141" w:rightFromText="141" w:vertAnchor="text" w:tblpY="1"/>
        <w:tblOverlap w:val="never"/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3B1627">
        <w:trPr>
          <w:tblCellSpacing w:w="20" w:type="dxa"/>
        </w:trPr>
        <w:tc>
          <w:tcPr>
            <w:tcW w:w="1264" w:type="dxa"/>
            <w:shd w:val="clear" w:color="auto" w:fill="EAF1DD" w:themeFill="accent3" w:themeFillTint="33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0619C2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EAF1DD" w:themeFill="accent3" w:themeFillTint="33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EAF1DD" w:themeFill="accent3" w:themeFillTint="33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EAF1DD" w:themeFill="accent3" w:themeFillTint="33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0619C2">
            <w:pPr>
              <w:rPr>
                <w:b/>
                <w:szCs w:val="20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</w:tbl>
    <w:p w:rsidR="006D52A0" w:rsidRDefault="000619C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br w:type="textWrapping" w:clear="all"/>
      </w: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B1627">
        <w:t>dodavatele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3B1627">
        <w:trPr>
          <w:tblCellSpacing w:w="20" w:type="dxa"/>
        </w:trPr>
        <w:tc>
          <w:tcPr>
            <w:tcW w:w="1264" w:type="dxa"/>
            <w:shd w:val="clear" w:color="auto" w:fill="EAF1DD" w:themeFill="accent3" w:themeFillTint="33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EAF1DD" w:themeFill="accent3" w:themeFillTint="33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EAF1DD" w:themeFill="accent3" w:themeFillTint="33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EAF1DD" w:themeFill="accent3" w:themeFillTint="33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EAF1DD" w:themeFill="accent3" w:themeFillTint="33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EAF1DD" w:themeFill="accent3" w:themeFillTint="33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  <w:bookmarkStart w:id="0" w:name="_GoBack"/>
      <w:bookmarkEnd w:id="0"/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</w:t>
      </w:r>
      <w:r w:rsidR="003B1627">
        <w:t>+ podpis statutárního zástupce dodavatele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3B1627">
        <w:trPr>
          <w:trHeight w:val="1362"/>
          <w:tblCellSpacing w:w="20" w:type="dxa"/>
        </w:trPr>
        <w:tc>
          <w:tcPr>
            <w:tcW w:w="2667" w:type="dxa"/>
            <w:shd w:val="clear" w:color="auto" w:fill="EAF1DD" w:themeFill="accent3" w:themeFillTint="33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EAF1DD" w:themeFill="accent3" w:themeFillTint="33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EAF1DD" w:themeFill="accent3" w:themeFillTint="33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B1627">
        <w:t>dodavatele</w:t>
      </w:r>
    </w:p>
    <w:sectPr w:rsidR="00DC1B90" w:rsidRPr="00DC1B90" w:rsidSect="006C46F1">
      <w:footerReference w:type="default" r:id="rId7"/>
      <w:headerReference w:type="first" r:id="rId8"/>
      <w:footerReference w:type="first" r:id="rId9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8F21AC" w:rsidP="008F21AC">
    <w:pPr>
      <w:pStyle w:val="Zpat"/>
      <w:rPr>
        <w:b/>
        <w:caps/>
        <w:color w:val="E36C0A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BA3380">
      <w:rPr>
        <w:b/>
        <w:caps/>
        <w:color w:val="00B050"/>
        <w:sz w:val="14"/>
        <w:szCs w:val="14"/>
      </w:rPr>
      <w:t xml:space="preserve"> 202</w:t>
    </w:r>
    <w:r w:rsidR="003B1627">
      <w:rPr>
        <w:b/>
        <w:caps/>
        <w:color w:val="00B050"/>
        <w:sz w:val="14"/>
        <w:szCs w:val="14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063549">
      <w:rPr>
        <w:b/>
        <w:caps/>
        <w:color w:val="00B050"/>
        <w:sz w:val="14"/>
        <w:szCs w:val="14"/>
      </w:rPr>
      <w:t xml:space="preserve"> 202</w:t>
    </w:r>
    <w:r w:rsidR="003B1627">
      <w:rPr>
        <w:b/>
        <w:caps/>
        <w:color w:val="00B050"/>
        <w:sz w:val="14"/>
        <w:szCs w:val="14"/>
      </w:rPr>
      <w:t>6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1347F9">
      <w:rPr>
        <w:b/>
        <w:bCs/>
        <w:color w:val="00B050"/>
        <w:sz w:val="28"/>
        <w:szCs w:val="28"/>
      </w:rPr>
      <w:t>2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063549">
      <w:rPr>
        <w:b/>
        <w:caps/>
        <w:color w:val="00B050"/>
        <w:sz w:val="24"/>
      </w:rPr>
      <w:t>202</w:t>
    </w:r>
    <w:r w:rsidR="003B1627">
      <w:rPr>
        <w:b/>
        <w:caps/>
        <w:color w:val="00B050"/>
        <w:sz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19C2"/>
    <w:rsid w:val="00063549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40D"/>
    <w:rsid w:val="0012256E"/>
    <w:rsid w:val="00130577"/>
    <w:rsid w:val="00130DD3"/>
    <w:rsid w:val="001347F9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61A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1627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5AC0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05AF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3CE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F4D96AD2-59F0-47AE-BEC0-A9D68692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72D74F9.dotm</Template>
  <TotalTime>8</TotalTime>
  <Pages>4</Pages>
  <Words>241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4</cp:revision>
  <cp:lastPrinted>2016-02-22T08:45:00Z</cp:lastPrinted>
  <dcterms:created xsi:type="dcterms:W3CDTF">2026-02-05T11:06:00Z</dcterms:created>
  <dcterms:modified xsi:type="dcterms:W3CDTF">2026-02-06T06:55:00Z</dcterms:modified>
</cp:coreProperties>
</file>